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20C2DA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A66587" w:rsidRPr="00492684">
        <w:rPr>
          <w:rStyle w:val="Strong"/>
          <w:rFonts w:asciiTheme="minorHAnsi" w:hAnsiTheme="minorHAnsi" w:cstheme="minorHAnsi"/>
          <w:lang w:val="en-GB"/>
        </w:rPr>
        <w:t>MXXX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A66587" w:rsidRPr="00492684">
        <w:rPr>
          <w:rStyle w:val="Strong"/>
          <w:rFonts w:asciiTheme="minorHAnsi" w:hAnsiTheme="minorHAnsi" w:cstheme="minorHAnsi"/>
          <w:lang w:val="en-GB"/>
        </w:rPr>
        <w:t>2020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Pr="00492684">
        <w:rPr>
          <w:rStyle w:val="Strong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3306CA3D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 xml:space="preserve">This project is to support efficiency of fuel </w:t>
      </w:r>
      <w:r w:rsidR="009245D7">
        <w:rPr>
          <w:lang w:val="en-GB"/>
        </w:rPr>
        <w:t>delivery on South Tarawa</w:t>
      </w:r>
      <w:r w:rsidRPr="005B5FC5">
        <w:rPr>
          <w:lang w:val="en-GB"/>
        </w:rPr>
        <w:t xml:space="preserve"> from time to time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96B06F5" w14:textId="6A887030" w:rsidR="005B5FC5" w:rsidRPr="005B5FC5" w:rsidRDefault="005B5FC5" w:rsidP="005B5FC5">
      <w:pPr>
        <w:rPr>
          <w:lang w:val="en-GB"/>
        </w:rPr>
      </w:pPr>
      <w:r>
        <w:rPr>
          <w:lang w:val="en-GB"/>
        </w:rPr>
        <w:t>To be installed at outer islands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1CA01FB8" w:rsidR="00C44890" w:rsidRPr="00492684" w:rsidRDefault="005B5FC5" w:rsidP="00C44890">
      <w:pPr>
        <w:rPr>
          <w:lang w:val="en-GB"/>
        </w:rPr>
      </w:pPr>
      <w:r>
        <w:rPr>
          <w:lang w:val="en-GB"/>
        </w:rPr>
        <w:t xml:space="preserve">44 days after first payment 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33"/>
        <w:gridCol w:w="1133"/>
        <w:gridCol w:w="1555"/>
        <w:gridCol w:w="1636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444E7C" w:rsidRPr="00492684" w14:paraId="14520360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AE8CCEB" w14:textId="2958257C" w:rsidR="00444E7C" w:rsidRPr="00492684" w:rsidRDefault="00444E7C" w:rsidP="00C44890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42D02C05" w14:textId="77777777" w:rsidR="00444E7C" w:rsidRPr="00444E7C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  <w:lang w:val="en-GB"/>
              </w:rPr>
            </w:pPr>
            <w:r w:rsidRPr="00444E7C">
              <w:rPr>
                <w:b/>
                <w:u w:val="single"/>
                <w:lang w:val="en-GB"/>
              </w:rPr>
              <w:t>5 Outer Islands Truck</w:t>
            </w:r>
          </w:p>
          <w:p w14:paraId="2687C5E5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Maker: Toyota or Isuzu </w:t>
            </w:r>
          </w:p>
          <w:p w14:paraId="41BF9EBC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Type: Truck</w:t>
            </w:r>
          </w:p>
          <w:p w14:paraId="6F396324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Steering: Right</w:t>
            </w:r>
          </w:p>
          <w:p w14:paraId="079D5BE9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Transmission: Manual</w:t>
            </w:r>
          </w:p>
          <w:p w14:paraId="3ADBA8A0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Fuel: Diesel</w:t>
            </w:r>
            <w:bookmarkStart w:id="10" w:name="_GoBack"/>
            <w:bookmarkEnd w:id="10"/>
          </w:p>
          <w:p w14:paraId="17E0D7B2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Engine Sizes: 3,000cc – 3,500cc</w:t>
            </w:r>
          </w:p>
          <w:p w14:paraId="27BF8BC7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Loading Capacity – 3 Ton</w:t>
            </w:r>
          </w:p>
          <w:p w14:paraId="7A620909" w14:textId="77777777" w:rsidR="00444E7C" w:rsidRDefault="00444E7C" w:rsidP="0044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Year - 2018</w:t>
            </w:r>
          </w:p>
          <w:p w14:paraId="300A43D7" w14:textId="35A2D4F3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14D95B3C" w14:textId="1E01A3DE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18DD540" w14:textId="3FF85065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1417" w:type="dxa"/>
          </w:tcPr>
          <w:p w14:paraId="693AEAE3" w14:textId="3430F6E1" w:rsidR="00444E7C" w:rsidRPr="00492684" w:rsidRDefault="00444E7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$22,500/Truck</w:t>
            </w:r>
          </w:p>
        </w:tc>
      </w:tr>
    </w:tbl>
    <w:p w14:paraId="06D3C1C1" w14:textId="47358911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6FA39" w14:textId="77777777" w:rsidR="00F60F06" w:rsidRDefault="00F60F06">
      <w:r>
        <w:separator/>
      </w:r>
    </w:p>
  </w:endnote>
  <w:endnote w:type="continuationSeparator" w:id="0">
    <w:p w14:paraId="542F4D90" w14:textId="77777777" w:rsidR="00F60F06" w:rsidRDefault="00F60F06">
      <w:r>
        <w:continuationSeparator/>
      </w:r>
    </w:p>
  </w:endnote>
  <w:endnote w:type="continuationNotice" w:id="1">
    <w:p w14:paraId="0A77D9C2" w14:textId="77777777" w:rsidR="00F60F06" w:rsidRDefault="00F60F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44E7C" w:rsidRPr="00444E7C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44E7C" w:rsidRPr="00444E7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580E6C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771A1">
      <w:rPr>
        <w:noProof/>
      </w:rPr>
      <w:t>2023-01-24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1F5CA" w14:textId="77777777" w:rsidR="00F60F06" w:rsidRDefault="00F60F06">
      <w:r>
        <w:separator/>
      </w:r>
    </w:p>
  </w:footnote>
  <w:footnote w:type="continuationSeparator" w:id="0">
    <w:p w14:paraId="06385DB1" w14:textId="77777777" w:rsidR="00F60F06" w:rsidRDefault="00F60F06">
      <w:r>
        <w:continuationSeparator/>
      </w:r>
    </w:p>
  </w:footnote>
  <w:footnote w:type="continuationNotice" w:id="1">
    <w:p w14:paraId="2E290E30" w14:textId="77777777" w:rsidR="00F60F06" w:rsidRDefault="00F60F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F013E"/>
    <w:multiLevelType w:val="hybridMultilevel"/>
    <w:tmpl w:val="CDDC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102D2"/>
    <w:multiLevelType w:val="hybridMultilevel"/>
    <w:tmpl w:val="9EE68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93DB9"/>
    <w:multiLevelType w:val="hybridMultilevel"/>
    <w:tmpl w:val="A06E4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E2282"/>
    <w:multiLevelType w:val="hybridMultilevel"/>
    <w:tmpl w:val="0CC41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8"/>
  </w:num>
  <w:num w:numId="4">
    <w:abstractNumId w:val="8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0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6"/>
  </w:num>
  <w:num w:numId="15">
    <w:abstractNumId w:val="10"/>
  </w:num>
  <w:num w:numId="16">
    <w:abstractNumId w:val="1"/>
  </w:num>
  <w:num w:numId="17">
    <w:abstractNumId w:val="15"/>
  </w:num>
  <w:num w:numId="18">
    <w:abstractNumId w:val="2"/>
  </w:num>
  <w:num w:numId="1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4E7C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0FF0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6E8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5D7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1A1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F0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490FF0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DD3FA5-FFE7-46F4-9A6E-A1592231C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705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HRM</cp:lastModifiedBy>
  <cp:revision>3</cp:revision>
  <cp:lastPrinted>2013-10-18T08:32:00Z</cp:lastPrinted>
  <dcterms:created xsi:type="dcterms:W3CDTF">2023-01-23T19:28:00Z</dcterms:created>
  <dcterms:modified xsi:type="dcterms:W3CDTF">2023-01-23T19:30:00Z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